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1" w:firstLineChars="50"/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出口货物劳务放弃退（免）税声明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rFonts w:hint="eastAsia" w:cs="宋体"/>
        </w:rPr>
        <w:t>纳税人识别号：</w:t>
      </w:r>
      <w:r>
        <w:t>9</w:t>
      </w:r>
      <w:r>
        <w:rPr>
          <w:rFonts w:hint="eastAsia"/>
          <w:lang w:val="en-US" w:eastAsia="zh-CN"/>
        </w:rPr>
        <w:t>112</w:t>
      </w:r>
      <w:r>
        <w:t>**************</w:t>
      </w:r>
    </w:p>
    <w:p>
      <w:pPr>
        <w:rPr>
          <w:rFonts w:cs="Times New Roman"/>
        </w:rPr>
      </w:pPr>
      <w:r>
        <w:rPr>
          <w:rFonts w:hint="eastAsia" w:cs="宋体"/>
        </w:rPr>
        <w:t>企业海关代码：</w:t>
      </w:r>
      <w:r>
        <w:rPr>
          <w:rFonts w:hint="eastAsia" w:cs="宋体"/>
          <w:lang w:val="en-US" w:eastAsia="zh-CN"/>
        </w:rPr>
        <w:t>12</w:t>
      </w:r>
      <w:r>
        <w:t>02******(</w:t>
      </w:r>
      <w:r>
        <w:rPr>
          <w:rFonts w:hint="eastAsia" w:cs="宋体"/>
        </w:rPr>
        <w:t>海关注册编码</w:t>
      </w:r>
      <w:r>
        <w:t>10</w:t>
      </w:r>
      <w:r>
        <w:rPr>
          <w:rFonts w:hint="eastAsia" w:cs="宋体"/>
        </w:rPr>
        <w:t>位</w:t>
      </w:r>
      <w:r>
        <w:t>)</w:t>
      </w:r>
    </w:p>
    <w:p>
      <w:pPr>
        <w:rPr>
          <w:rFonts w:cs="Times New Roman"/>
        </w:rPr>
      </w:pPr>
      <w:r>
        <w:rPr>
          <w:rFonts w:hint="eastAsia" w:cs="宋体"/>
        </w:rPr>
        <w:t>纳税人名称：</w:t>
      </w:r>
      <w:r>
        <w:t xml:space="preserve"> </w:t>
      </w:r>
      <w:r>
        <w:rPr>
          <w:rFonts w:hint="eastAsia" w:cs="宋体"/>
          <w:lang w:val="en-US" w:eastAsia="zh-CN"/>
        </w:rPr>
        <w:t>天津</w:t>
      </w:r>
      <w:bookmarkStart w:id="0" w:name="_GoBack"/>
      <w:bookmarkEnd w:id="0"/>
      <w:r>
        <w:t>********</w:t>
      </w:r>
      <w:r>
        <w:rPr>
          <w:rFonts w:hint="eastAsia" w:cs="宋体"/>
        </w:rPr>
        <w:t>有限公司（企业全称）</w:t>
      </w:r>
    </w:p>
    <w:p>
      <w:pPr>
        <w:rPr>
          <w:rFonts w:cs="Times New Roman"/>
        </w:rPr>
      </w:pPr>
      <w:r>
        <w:t xml:space="preserve"> </w:t>
      </w:r>
      <w:r>
        <w:rPr>
          <w:u w:val="single"/>
        </w:rPr>
        <w:t>___*******____</w:t>
      </w:r>
      <w:r>
        <w:rPr>
          <w:rFonts w:hint="eastAsia" w:cs="宋体"/>
        </w:rPr>
        <w:t>税务局：</w:t>
      </w:r>
    </w:p>
    <w:p>
      <w:pPr>
        <w:spacing w:beforeLines="100"/>
        <w:ind w:firstLine="630" w:firstLineChars="300"/>
        <w:rPr>
          <w:rFonts w:cs="Times New Roman"/>
        </w:rPr>
      </w:pPr>
      <w:r>
        <w:rPr>
          <w:rFonts w:hint="eastAsia" w:cs="宋体"/>
        </w:rPr>
        <w:t>我公司自</w:t>
      </w:r>
      <w:r>
        <w:t xml:space="preserve"> 20** </w:t>
      </w:r>
      <w:r>
        <w:rPr>
          <w:rFonts w:hint="eastAsia" w:cs="宋体"/>
        </w:rPr>
        <w:t>年</w:t>
      </w:r>
      <w:r>
        <w:t xml:space="preserve"> **</w:t>
      </w:r>
      <w:r>
        <w:rPr>
          <w:rFonts w:hint="eastAsia" w:cs="宋体"/>
        </w:rPr>
        <w:t>月</w:t>
      </w:r>
      <w:r>
        <w:t xml:space="preserve">** </w:t>
      </w:r>
      <w:r>
        <w:rPr>
          <w:rFonts w:hint="eastAsia" w:cs="宋体"/>
        </w:rPr>
        <w:t>日起</w:t>
      </w:r>
      <w:r>
        <w:t>36</w:t>
      </w:r>
      <w:r>
        <w:rPr>
          <w:rFonts w:hint="eastAsia" w:cs="宋体"/>
        </w:rPr>
        <w:t>个月内，申请放弃出口货物劳务退（免）税，放弃期间内出口适用退（免）税政策的货物劳务选择适用（</w:t>
      </w:r>
      <w:r>
        <w:rPr>
          <w:rFonts w:hint="eastAsia" w:cs="宋体"/>
          <w:u w:val="single" w:color="000000"/>
        </w:rPr>
        <w:t>免税）</w:t>
      </w:r>
      <w:r>
        <w:rPr>
          <w:u w:val="single" w:color="000000"/>
        </w:rPr>
        <w:t>/</w:t>
      </w:r>
      <w:r>
        <w:rPr>
          <w:rFonts w:hint="eastAsia" w:cs="宋体"/>
          <w:u w:val="single" w:color="000000"/>
        </w:rPr>
        <w:t>（征税）</w:t>
      </w:r>
      <w:r>
        <w:rPr>
          <w:rFonts w:hint="eastAsia" w:cs="宋体"/>
        </w:rPr>
        <w:t>政策。</w:t>
      </w:r>
    </w:p>
    <w:p>
      <w:pPr>
        <w:spacing w:beforeLines="100"/>
        <w:ind w:firstLine="630" w:firstLineChars="300"/>
        <w:rPr>
          <w:rFonts w:cs="Times New Roman"/>
        </w:rPr>
      </w:pPr>
      <w:r>
        <w:rPr>
          <w:rFonts w:hint="eastAsia" w:cs="宋体"/>
        </w:rPr>
        <w:t>我公司已了解《国家税务总局关于出口货物劳务增值税和消费税有关问题的公告》（国家税务总局公告</w:t>
      </w:r>
      <w:r>
        <w:t>2013</w:t>
      </w:r>
      <w:r>
        <w:rPr>
          <w:rFonts w:hint="eastAsia" w:cs="宋体"/>
        </w:rPr>
        <w:t>年第</w:t>
      </w:r>
      <w:r>
        <w:t xml:space="preserve">65 </w:t>
      </w:r>
      <w:r>
        <w:rPr>
          <w:rFonts w:hint="eastAsia" w:cs="宋体"/>
        </w:rPr>
        <w:t>号）等文件关于放弃出口货物劳务退（免）税的有关规定。</w:t>
      </w:r>
    </w:p>
    <w:p>
      <w:pPr>
        <w:rPr>
          <w:rFonts w:cs="Times New Roman"/>
        </w:rPr>
      </w:pPr>
    </w:p>
    <w:p>
      <w:pPr>
        <w:ind w:firstLine="5355" w:firstLineChars="2550"/>
        <w:rPr>
          <w:rFonts w:cs="Times New Roman"/>
        </w:rPr>
      </w:pPr>
      <w:r>
        <w:rPr>
          <w:rFonts w:hint="eastAsia" w:cs="宋体"/>
        </w:rPr>
        <w:t>法定代表人（签字）</w:t>
      </w:r>
      <w:r>
        <w:t xml:space="preserve">  </w:t>
      </w:r>
      <w:r>
        <w:rPr>
          <w:rFonts w:hint="eastAsia" w:cs="宋体"/>
        </w:rPr>
        <w:t>张三</w:t>
      </w:r>
    </w:p>
    <w:p>
      <w:pPr>
        <w:ind w:firstLine="5355" w:firstLineChars="2550"/>
        <w:rPr>
          <w:rFonts w:cs="Times New Roman"/>
        </w:rPr>
      </w:pPr>
      <w:r>
        <w:rPr>
          <w:rFonts w:hint="eastAsia" w:cs="宋体"/>
        </w:rPr>
        <w:t>纳税人（公章）</w:t>
      </w:r>
    </w:p>
    <w:p>
      <w:pPr>
        <w:ind w:firstLine="5250" w:firstLineChars="2500"/>
        <w:rPr>
          <w:rFonts w:cs="Times New Roman"/>
        </w:rPr>
      </w:pPr>
      <w:r>
        <w:rPr>
          <w:rFonts w:hint="eastAsia" w:cs="宋体"/>
        </w:rPr>
        <w:t>声明日期：</w:t>
      </w:r>
      <w:r>
        <w:t>20**</w:t>
      </w:r>
      <w:r>
        <w:rPr>
          <w:rFonts w:hint="eastAsia" w:cs="宋体"/>
        </w:rPr>
        <w:t>年</w:t>
      </w:r>
      <w:r>
        <w:t>**</w:t>
      </w:r>
      <w:r>
        <w:rPr>
          <w:rFonts w:hint="eastAsia" w:cs="宋体"/>
        </w:rPr>
        <w:t>月</w:t>
      </w:r>
      <w:r>
        <w:t>**</w:t>
      </w:r>
      <w:r>
        <w:rPr>
          <w:rFonts w:hint="eastAsia" w:cs="宋体"/>
        </w:rPr>
        <w:t>日</w:t>
      </w:r>
    </w:p>
    <w:p>
      <w:pPr>
        <w:spacing w:beforeLines="100"/>
        <w:rPr>
          <w:rFonts w:cs="Times New Roman"/>
        </w:rPr>
      </w:pPr>
      <w:r>
        <w:rPr>
          <w:rFonts w:hint="eastAsia" w:cs="宋体"/>
        </w:rPr>
        <w:t>提示：纳税人应按照《国家税务总局关于出口货物劳务增值税和消费税有关问题的公告》（国家税务总局公告</w:t>
      </w:r>
      <w:r>
        <w:t>2013</w:t>
      </w:r>
      <w:r>
        <w:rPr>
          <w:rFonts w:hint="eastAsia" w:cs="宋体"/>
        </w:rPr>
        <w:t>年第</w:t>
      </w:r>
      <w:r>
        <w:t>65</w:t>
      </w:r>
      <w:r>
        <w:rPr>
          <w:rFonts w:hint="eastAsia" w:cs="宋体"/>
        </w:rPr>
        <w:t>号）规定，选择放弃出口货物劳务退（免）税后，出口适用退（免）税政策货物劳务适用免税政策或按征税政策。应将选择填写在横线之中。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F24"/>
    <w:rsid w:val="00002F84"/>
    <w:rsid w:val="00003982"/>
    <w:rsid w:val="000067C5"/>
    <w:rsid w:val="00011895"/>
    <w:rsid w:val="0002054C"/>
    <w:rsid w:val="000205FF"/>
    <w:rsid w:val="0002177A"/>
    <w:rsid w:val="00022E2D"/>
    <w:rsid w:val="00027256"/>
    <w:rsid w:val="00034844"/>
    <w:rsid w:val="00036400"/>
    <w:rsid w:val="000371E5"/>
    <w:rsid w:val="00040649"/>
    <w:rsid w:val="00043F06"/>
    <w:rsid w:val="00044688"/>
    <w:rsid w:val="00045774"/>
    <w:rsid w:val="00047687"/>
    <w:rsid w:val="0004772F"/>
    <w:rsid w:val="000559D8"/>
    <w:rsid w:val="00060F71"/>
    <w:rsid w:val="00062733"/>
    <w:rsid w:val="0006290B"/>
    <w:rsid w:val="00062A52"/>
    <w:rsid w:val="00070C68"/>
    <w:rsid w:val="00070CB1"/>
    <w:rsid w:val="00072C05"/>
    <w:rsid w:val="00073EDD"/>
    <w:rsid w:val="000902D0"/>
    <w:rsid w:val="0009092F"/>
    <w:rsid w:val="00093E57"/>
    <w:rsid w:val="00094117"/>
    <w:rsid w:val="00096787"/>
    <w:rsid w:val="00097F7E"/>
    <w:rsid w:val="000A7F4B"/>
    <w:rsid w:val="000B111E"/>
    <w:rsid w:val="000B2453"/>
    <w:rsid w:val="000B30CD"/>
    <w:rsid w:val="000B55E2"/>
    <w:rsid w:val="000B7896"/>
    <w:rsid w:val="000C2C0C"/>
    <w:rsid w:val="000C2DE8"/>
    <w:rsid w:val="000C59E1"/>
    <w:rsid w:val="000D117E"/>
    <w:rsid w:val="000D3D7B"/>
    <w:rsid w:val="000E151F"/>
    <w:rsid w:val="000E18E8"/>
    <w:rsid w:val="000E2F7B"/>
    <w:rsid w:val="000E3799"/>
    <w:rsid w:val="000E56E7"/>
    <w:rsid w:val="000E5A35"/>
    <w:rsid w:val="000E6BC9"/>
    <w:rsid w:val="000F3681"/>
    <w:rsid w:val="000F4E9D"/>
    <w:rsid w:val="00100188"/>
    <w:rsid w:val="001004B7"/>
    <w:rsid w:val="00100874"/>
    <w:rsid w:val="001026FB"/>
    <w:rsid w:val="00105F33"/>
    <w:rsid w:val="00113374"/>
    <w:rsid w:val="001139C1"/>
    <w:rsid w:val="0011541B"/>
    <w:rsid w:val="001167DF"/>
    <w:rsid w:val="001203AF"/>
    <w:rsid w:val="001352EB"/>
    <w:rsid w:val="001357CC"/>
    <w:rsid w:val="00135AC0"/>
    <w:rsid w:val="0013660D"/>
    <w:rsid w:val="00137951"/>
    <w:rsid w:val="0014121B"/>
    <w:rsid w:val="001418C1"/>
    <w:rsid w:val="00141FD3"/>
    <w:rsid w:val="00142304"/>
    <w:rsid w:val="00143E6C"/>
    <w:rsid w:val="00147245"/>
    <w:rsid w:val="00147DD6"/>
    <w:rsid w:val="0015067D"/>
    <w:rsid w:val="00150BDA"/>
    <w:rsid w:val="0015105D"/>
    <w:rsid w:val="0015268D"/>
    <w:rsid w:val="00156295"/>
    <w:rsid w:val="00157A2E"/>
    <w:rsid w:val="001604FA"/>
    <w:rsid w:val="00161E33"/>
    <w:rsid w:val="00162DAB"/>
    <w:rsid w:val="00162DE9"/>
    <w:rsid w:val="00171C55"/>
    <w:rsid w:val="00175432"/>
    <w:rsid w:val="00176636"/>
    <w:rsid w:val="001801ED"/>
    <w:rsid w:val="001815A8"/>
    <w:rsid w:val="00184061"/>
    <w:rsid w:val="00186AD7"/>
    <w:rsid w:val="00186B1D"/>
    <w:rsid w:val="001909E7"/>
    <w:rsid w:val="00191D17"/>
    <w:rsid w:val="0019241E"/>
    <w:rsid w:val="0019773C"/>
    <w:rsid w:val="00197747"/>
    <w:rsid w:val="00197A1B"/>
    <w:rsid w:val="001B054F"/>
    <w:rsid w:val="001B1008"/>
    <w:rsid w:val="001B2585"/>
    <w:rsid w:val="001D14A8"/>
    <w:rsid w:val="001D3EF9"/>
    <w:rsid w:val="001E0C73"/>
    <w:rsid w:val="001E1152"/>
    <w:rsid w:val="001E198E"/>
    <w:rsid w:val="001E1B28"/>
    <w:rsid w:val="001E20F4"/>
    <w:rsid w:val="001E245C"/>
    <w:rsid w:val="001E46B7"/>
    <w:rsid w:val="001E7588"/>
    <w:rsid w:val="001F0CBA"/>
    <w:rsid w:val="001F4680"/>
    <w:rsid w:val="001F5300"/>
    <w:rsid w:val="001F5725"/>
    <w:rsid w:val="001F5C71"/>
    <w:rsid w:val="001F767A"/>
    <w:rsid w:val="00203AFC"/>
    <w:rsid w:val="0020515E"/>
    <w:rsid w:val="0020686B"/>
    <w:rsid w:val="00206DAC"/>
    <w:rsid w:val="0021168E"/>
    <w:rsid w:val="00211756"/>
    <w:rsid w:val="00212AA6"/>
    <w:rsid w:val="00213D5F"/>
    <w:rsid w:val="00214C03"/>
    <w:rsid w:val="00217A18"/>
    <w:rsid w:val="00220C7D"/>
    <w:rsid w:val="002210D6"/>
    <w:rsid w:val="00221926"/>
    <w:rsid w:val="00221FCC"/>
    <w:rsid w:val="002244F7"/>
    <w:rsid w:val="00224907"/>
    <w:rsid w:val="00230455"/>
    <w:rsid w:val="00234F45"/>
    <w:rsid w:val="002365AD"/>
    <w:rsid w:val="00237C4E"/>
    <w:rsid w:val="00237E4F"/>
    <w:rsid w:val="0024097D"/>
    <w:rsid w:val="0024370A"/>
    <w:rsid w:val="002462E4"/>
    <w:rsid w:val="0025058A"/>
    <w:rsid w:val="00254E7F"/>
    <w:rsid w:val="002557BE"/>
    <w:rsid w:val="002559D1"/>
    <w:rsid w:val="00265B6F"/>
    <w:rsid w:val="0026666E"/>
    <w:rsid w:val="00281440"/>
    <w:rsid w:val="002817AA"/>
    <w:rsid w:val="00281CA8"/>
    <w:rsid w:val="00286036"/>
    <w:rsid w:val="002863D7"/>
    <w:rsid w:val="002871C8"/>
    <w:rsid w:val="00287C46"/>
    <w:rsid w:val="00294E32"/>
    <w:rsid w:val="0029577F"/>
    <w:rsid w:val="00297CD2"/>
    <w:rsid w:val="002A1EB3"/>
    <w:rsid w:val="002A313D"/>
    <w:rsid w:val="002A4E69"/>
    <w:rsid w:val="002A538C"/>
    <w:rsid w:val="002A58A3"/>
    <w:rsid w:val="002A612B"/>
    <w:rsid w:val="002A7FCC"/>
    <w:rsid w:val="002B04B0"/>
    <w:rsid w:val="002B3096"/>
    <w:rsid w:val="002B31B0"/>
    <w:rsid w:val="002B5114"/>
    <w:rsid w:val="002B5784"/>
    <w:rsid w:val="002C006C"/>
    <w:rsid w:val="002C01DD"/>
    <w:rsid w:val="002C0AE1"/>
    <w:rsid w:val="002C1606"/>
    <w:rsid w:val="002C4305"/>
    <w:rsid w:val="002D3054"/>
    <w:rsid w:val="002D4968"/>
    <w:rsid w:val="002D54FD"/>
    <w:rsid w:val="002D5613"/>
    <w:rsid w:val="002D6469"/>
    <w:rsid w:val="002D6C07"/>
    <w:rsid w:val="002D6E3A"/>
    <w:rsid w:val="002D73E5"/>
    <w:rsid w:val="002E2193"/>
    <w:rsid w:val="002E4F1B"/>
    <w:rsid w:val="002F08F3"/>
    <w:rsid w:val="002F13CD"/>
    <w:rsid w:val="002F5165"/>
    <w:rsid w:val="002F634E"/>
    <w:rsid w:val="002F686C"/>
    <w:rsid w:val="002F735A"/>
    <w:rsid w:val="00300406"/>
    <w:rsid w:val="00302740"/>
    <w:rsid w:val="003043B5"/>
    <w:rsid w:val="00307889"/>
    <w:rsid w:val="00307ED9"/>
    <w:rsid w:val="00307F14"/>
    <w:rsid w:val="00312E9F"/>
    <w:rsid w:val="00313BC4"/>
    <w:rsid w:val="003152CE"/>
    <w:rsid w:val="0032678B"/>
    <w:rsid w:val="0033069A"/>
    <w:rsid w:val="00333088"/>
    <w:rsid w:val="0033338C"/>
    <w:rsid w:val="00333B7D"/>
    <w:rsid w:val="003403DF"/>
    <w:rsid w:val="00340861"/>
    <w:rsid w:val="00341C57"/>
    <w:rsid w:val="00342287"/>
    <w:rsid w:val="003439E7"/>
    <w:rsid w:val="00344604"/>
    <w:rsid w:val="00345E50"/>
    <w:rsid w:val="003462B8"/>
    <w:rsid w:val="003466B3"/>
    <w:rsid w:val="0035713B"/>
    <w:rsid w:val="003664E8"/>
    <w:rsid w:val="00366899"/>
    <w:rsid w:val="00367143"/>
    <w:rsid w:val="00374CC1"/>
    <w:rsid w:val="00376892"/>
    <w:rsid w:val="00376FAA"/>
    <w:rsid w:val="00377E3D"/>
    <w:rsid w:val="00383421"/>
    <w:rsid w:val="00394456"/>
    <w:rsid w:val="003971F8"/>
    <w:rsid w:val="0039744B"/>
    <w:rsid w:val="0039761B"/>
    <w:rsid w:val="00397C19"/>
    <w:rsid w:val="00397CA0"/>
    <w:rsid w:val="003A2D0A"/>
    <w:rsid w:val="003A30D3"/>
    <w:rsid w:val="003B2C21"/>
    <w:rsid w:val="003B2E97"/>
    <w:rsid w:val="003B3E46"/>
    <w:rsid w:val="003B3F3B"/>
    <w:rsid w:val="003B706E"/>
    <w:rsid w:val="003B7503"/>
    <w:rsid w:val="003B7CE3"/>
    <w:rsid w:val="003C4C48"/>
    <w:rsid w:val="003D380E"/>
    <w:rsid w:val="003D4AF4"/>
    <w:rsid w:val="003D57C5"/>
    <w:rsid w:val="003E5071"/>
    <w:rsid w:val="003E7CBE"/>
    <w:rsid w:val="003E7D39"/>
    <w:rsid w:val="003F141E"/>
    <w:rsid w:val="003F2276"/>
    <w:rsid w:val="003F4E38"/>
    <w:rsid w:val="003F6DA6"/>
    <w:rsid w:val="003F736B"/>
    <w:rsid w:val="003F737A"/>
    <w:rsid w:val="00401CE1"/>
    <w:rsid w:val="00403050"/>
    <w:rsid w:val="00405676"/>
    <w:rsid w:val="0040729A"/>
    <w:rsid w:val="00412A2B"/>
    <w:rsid w:val="00415E75"/>
    <w:rsid w:val="00421B68"/>
    <w:rsid w:val="00422148"/>
    <w:rsid w:val="00423DA8"/>
    <w:rsid w:val="00427EAD"/>
    <w:rsid w:val="00430F48"/>
    <w:rsid w:val="00432E1D"/>
    <w:rsid w:val="00433561"/>
    <w:rsid w:val="00434A26"/>
    <w:rsid w:val="004353E5"/>
    <w:rsid w:val="0044143E"/>
    <w:rsid w:val="00451894"/>
    <w:rsid w:val="00452248"/>
    <w:rsid w:val="00453EEA"/>
    <w:rsid w:val="00454202"/>
    <w:rsid w:val="004544D4"/>
    <w:rsid w:val="00454D9B"/>
    <w:rsid w:val="00463AA6"/>
    <w:rsid w:val="00464C24"/>
    <w:rsid w:val="004653DA"/>
    <w:rsid w:val="00467192"/>
    <w:rsid w:val="00472183"/>
    <w:rsid w:val="00474CA3"/>
    <w:rsid w:val="00475560"/>
    <w:rsid w:val="00476C63"/>
    <w:rsid w:val="00477E62"/>
    <w:rsid w:val="0048162E"/>
    <w:rsid w:val="004831CC"/>
    <w:rsid w:val="00483B62"/>
    <w:rsid w:val="00484066"/>
    <w:rsid w:val="00484DA1"/>
    <w:rsid w:val="004937E3"/>
    <w:rsid w:val="00495F03"/>
    <w:rsid w:val="00495F20"/>
    <w:rsid w:val="004A2E0C"/>
    <w:rsid w:val="004A5805"/>
    <w:rsid w:val="004B0A14"/>
    <w:rsid w:val="004B0E0E"/>
    <w:rsid w:val="004B1953"/>
    <w:rsid w:val="004B1ACC"/>
    <w:rsid w:val="004B1B8C"/>
    <w:rsid w:val="004B34FF"/>
    <w:rsid w:val="004B3A62"/>
    <w:rsid w:val="004B5285"/>
    <w:rsid w:val="004C0CAB"/>
    <w:rsid w:val="004C4F08"/>
    <w:rsid w:val="004C6F15"/>
    <w:rsid w:val="004D07AE"/>
    <w:rsid w:val="004D0A90"/>
    <w:rsid w:val="004D0B2E"/>
    <w:rsid w:val="004D1D36"/>
    <w:rsid w:val="004D24C7"/>
    <w:rsid w:val="004D6C2F"/>
    <w:rsid w:val="004D75E5"/>
    <w:rsid w:val="004D7923"/>
    <w:rsid w:val="004D7B6C"/>
    <w:rsid w:val="004E2A23"/>
    <w:rsid w:val="004E3B84"/>
    <w:rsid w:val="004E4B39"/>
    <w:rsid w:val="004E5244"/>
    <w:rsid w:val="004E5D61"/>
    <w:rsid w:val="004E6315"/>
    <w:rsid w:val="004E7E44"/>
    <w:rsid w:val="004F055C"/>
    <w:rsid w:val="004F116C"/>
    <w:rsid w:val="004F1466"/>
    <w:rsid w:val="004F16A7"/>
    <w:rsid w:val="004F2CB5"/>
    <w:rsid w:val="004F312C"/>
    <w:rsid w:val="004F3A47"/>
    <w:rsid w:val="004F40B2"/>
    <w:rsid w:val="004F5088"/>
    <w:rsid w:val="004F782F"/>
    <w:rsid w:val="005033E4"/>
    <w:rsid w:val="0050716D"/>
    <w:rsid w:val="005114D6"/>
    <w:rsid w:val="00511880"/>
    <w:rsid w:val="00512150"/>
    <w:rsid w:val="00513753"/>
    <w:rsid w:val="00515195"/>
    <w:rsid w:val="00517837"/>
    <w:rsid w:val="005220E6"/>
    <w:rsid w:val="00525706"/>
    <w:rsid w:val="005266C8"/>
    <w:rsid w:val="00530CFD"/>
    <w:rsid w:val="005322BD"/>
    <w:rsid w:val="00532D0A"/>
    <w:rsid w:val="00536463"/>
    <w:rsid w:val="00544298"/>
    <w:rsid w:val="0054506A"/>
    <w:rsid w:val="005514D1"/>
    <w:rsid w:val="00553281"/>
    <w:rsid w:val="0055510C"/>
    <w:rsid w:val="00556B62"/>
    <w:rsid w:val="00557D0D"/>
    <w:rsid w:val="00563642"/>
    <w:rsid w:val="00572094"/>
    <w:rsid w:val="00576A3B"/>
    <w:rsid w:val="00580599"/>
    <w:rsid w:val="005814E8"/>
    <w:rsid w:val="00585D5B"/>
    <w:rsid w:val="00587132"/>
    <w:rsid w:val="00587540"/>
    <w:rsid w:val="00591F64"/>
    <w:rsid w:val="00592EFD"/>
    <w:rsid w:val="00594F48"/>
    <w:rsid w:val="00595B7F"/>
    <w:rsid w:val="005A0F21"/>
    <w:rsid w:val="005A35B7"/>
    <w:rsid w:val="005A5D9D"/>
    <w:rsid w:val="005A7A3C"/>
    <w:rsid w:val="005B231E"/>
    <w:rsid w:val="005B7BAC"/>
    <w:rsid w:val="005B7DC7"/>
    <w:rsid w:val="005C0D82"/>
    <w:rsid w:val="005C550E"/>
    <w:rsid w:val="005D03E3"/>
    <w:rsid w:val="005D0C06"/>
    <w:rsid w:val="005D1203"/>
    <w:rsid w:val="005D16DC"/>
    <w:rsid w:val="005D1D9B"/>
    <w:rsid w:val="005D1DAE"/>
    <w:rsid w:val="005D55ED"/>
    <w:rsid w:val="005E01D9"/>
    <w:rsid w:val="005E06C4"/>
    <w:rsid w:val="005E085D"/>
    <w:rsid w:val="005E38B5"/>
    <w:rsid w:val="005E3A75"/>
    <w:rsid w:val="005F1C4A"/>
    <w:rsid w:val="005F5141"/>
    <w:rsid w:val="00600C6C"/>
    <w:rsid w:val="00602732"/>
    <w:rsid w:val="006049F6"/>
    <w:rsid w:val="00604BC4"/>
    <w:rsid w:val="00605D59"/>
    <w:rsid w:val="00606211"/>
    <w:rsid w:val="006078AF"/>
    <w:rsid w:val="00612599"/>
    <w:rsid w:val="00613FF7"/>
    <w:rsid w:val="00615698"/>
    <w:rsid w:val="006159CF"/>
    <w:rsid w:val="00615F7D"/>
    <w:rsid w:val="00616F42"/>
    <w:rsid w:val="006305D8"/>
    <w:rsid w:val="006314B2"/>
    <w:rsid w:val="00631ED2"/>
    <w:rsid w:val="006378D9"/>
    <w:rsid w:val="00640247"/>
    <w:rsid w:val="00640A71"/>
    <w:rsid w:val="00641332"/>
    <w:rsid w:val="00641CBE"/>
    <w:rsid w:val="00642A6A"/>
    <w:rsid w:val="0064460A"/>
    <w:rsid w:val="0064700A"/>
    <w:rsid w:val="0065015E"/>
    <w:rsid w:val="00650D32"/>
    <w:rsid w:val="006514A1"/>
    <w:rsid w:val="00651770"/>
    <w:rsid w:val="0065272E"/>
    <w:rsid w:val="00652E91"/>
    <w:rsid w:val="0065363D"/>
    <w:rsid w:val="00653656"/>
    <w:rsid w:val="00654939"/>
    <w:rsid w:val="00662B1B"/>
    <w:rsid w:val="006663B6"/>
    <w:rsid w:val="006675CB"/>
    <w:rsid w:val="00680127"/>
    <w:rsid w:val="00681055"/>
    <w:rsid w:val="00681809"/>
    <w:rsid w:val="00681E5D"/>
    <w:rsid w:val="00685F4D"/>
    <w:rsid w:val="0068766B"/>
    <w:rsid w:val="00690EC2"/>
    <w:rsid w:val="00691204"/>
    <w:rsid w:val="006929B9"/>
    <w:rsid w:val="00692F6C"/>
    <w:rsid w:val="00693781"/>
    <w:rsid w:val="00694C08"/>
    <w:rsid w:val="0069547A"/>
    <w:rsid w:val="00696174"/>
    <w:rsid w:val="006A1275"/>
    <w:rsid w:val="006A2732"/>
    <w:rsid w:val="006A2B87"/>
    <w:rsid w:val="006A39F6"/>
    <w:rsid w:val="006A49AA"/>
    <w:rsid w:val="006A7CBE"/>
    <w:rsid w:val="006A7DC1"/>
    <w:rsid w:val="006B0BF3"/>
    <w:rsid w:val="006B113E"/>
    <w:rsid w:val="006B4664"/>
    <w:rsid w:val="006B4CEC"/>
    <w:rsid w:val="006B5805"/>
    <w:rsid w:val="006B602A"/>
    <w:rsid w:val="006C503E"/>
    <w:rsid w:val="006C55BF"/>
    <w:rsid w:val="006C5E5C"/>
    <w:rsid w:val="006C6667"/>
    <w:rsid w:val="006D3561"/>
    <w:rsid w:val="006D45EA"/>
    <w:rsid w:val="006D6003"/>
    <w:rsid w:val="006D65DE"/>
    <w:rsid w:val="006E3AAD"/>
    <w:rsid w:val="006E58D7"/>
    <w:rsid w:val="006E6481"/>
    <w:rsid w:val="006E74B0"/>
    <w:rsid w:val="006E7D7E"/>
    <w:rsid w:val="006F488D"/>
    <w:rsid w:val="006F54FA"/>
    <w:rsid w:val="00703013"/>
    <w:rsid w:val="00703511"/>
    <w:rsid w:val="00704056"/>
    <w:rsid w:val="007046B2"/>
    <w:rsid w:val="0070570D"/>
    <w:rsid w:val="00710050"/>
    <w:rsid w:val="00711E7D"/>
    <w:rsid w:val="007156EB"/>
    <w:rsid w:val="007160F5"/>
    <w:rsid w:val="007174E2"/>
    <w:rsid w:val="007178E1"/>
    <w:rsid w:val="00717F9D"/>
    <w:rsid w:val="00720307"/>
    <w:rsid w:val="007224EE"/>
    <w:rsid w:val="00724ABF"/>
    <w:rsid w:val="007255DB"/>
    <w:rsid w:val="00727F92"/>
    <w:rsid w:val="007312B2"/>
    <w:rsid w:val="0073328D"/>
    <w:rsid w:val="00733B59"/>
    <w:rsid w:val="00734FAD"/>
    <w:rsid w:val="007400DE"/>
    <w:rsid w:val="007434AF"/>
    <w:rsid w:val="00745859"/>
    <w:rsid w:val="007506D1"/>
    <w:rsid w:val="0075276E"/>
    <w:rsid w:val="007529E3"/>
    <w:rsid w:val="00754C5D"/>
    <w:rsid w:val="00756629"/>
    <w:rsid w:val="007576DF"/>
    <w:rsid w:val="007628DF"/>
    <w:rsid w:val="0076596D"/>
    <w:rsid w:val="00774145"/>
    <w:rsid w:val="007764E7"/>
    <w:rsid w:val="00780F18"/>
    <w:rsid w:val="0078191D"/>
    <w:rsid w:val="00781A22"/>
    <w:rsid w:val="007847B5"/>
    <w:rsid w:val="00785D08"/>
    <w:rsid w:val="00785DAE"/>
    <w:rsid w:val="0078744F"/>
    <w:rsid w:val="00791153"/>
    <w:rsid w:val="007934BF"/>
    <w:rsid w:val="00793906"/>
    <w:rsid w:val="00795B77"/>
    <w:rsid w:val="007A0281"/>
    <w:rsid w:val="007A2580"/>
    <w:rsid w:val="007A2ECE"/>
    <w:rsid w:val="007A3723"/>
    <w:rsid w:val="007A6B31"/>
    <w:rsid w:val="007B2108"/>
    <w:rsid w:val="007B3DF8"/>
    <w:rsid w:val="007B72E7"/>
    <w:rsid w:val="007B7FF4"/>
    <w:rsid w:val="007C07F0"/>
    <w:rsid w:val="007C09DF"/>
    <w:rsid w:val="007C0FF8"/>
    <w:rsid w:val="007C4253"/>
    <w:rsid w:val="007C5920"/>
    <w:rsid w:val="007C5D75"/>
    <w:rsid w:val="007C5EC6"/>
    <w:rsid w:val="007C694E"/>
    <w:rsid w:val="007C7644"/>
    <w:rsid w:val="007E4E15"/>
    <w:rsid w:val="007E4E2C"/>
    <w:rsid w:val="007F0647"/>
    <w:rsid w:val="007F1B95"/>
    <w:rsid w:val="00800705"/>
    <w:rsid w:val="00800ADF"/>
    <w:rsid w:val="00805023"/>
    <w:rsid w:val="00805E60"/>
    <w:rsid w:val="00806A11"/>
    <w:rsid w:val="00811AB4"/>
    <w:rsid w:val="008123ED"/>
    <w:rsid w:val="00816A7C"/>
    <w:rsid w:val="00817A35"/>
    <w:rsid w:val="00817D70"/>
    <w:rsid w:val="00822FE7"/>
    <w:rsid w:val="008252C5"/>
    <w:rsid w:val="0082564D"/>
    <w:rsid w:val="00827508"/>
    <w:rsid w:val="00835487"/>
    <w:rsid w:val="008414C6"/>
    <w:rsid w:val="00841D59"/>
    <w:rsid w:val="008438E8"/>
    <w:rsid w:val="0084395C"/>
    <w:rsid w:val="00843B9F"/>
    <w:rsid w:val="008468D1"/>
    <w:rsid w:val="00847932"/>
    <w:rsid w:val="008501AB"/>
    <w:rsid w:val="00850A82"/>
    <w:rsid w:val="00851A83"/>
    <w:rsid w:val="00852F2A"/>
    <w:rsid w:val="008554F3"/>
    <w:rsid w:val="00861463"/>
    <w:rsid w:val="008622DD"/>
    <w:rsid w:val="00864C97"/>
    <w:rsid w:val="00864F86"/>
    <w:rsid w:val="00870160"/>
    <w:rsid w:val="00872CE1"/>
    <w:rsid w:val="008736FF"/>
    <w:rsid w:val="00873791"/>
    <w:rsid w:val="008771BD"/>
    <w:rsid w:val="00877A71"/>
    <w:rsid w:val="008801BC"/>
    <w:rsid w:val="0088202C"/>
    <w:rsid w:val="00884B40"/>
    <w:rsid w:val="0088628B"/>
    <w:rsid w:val="0088651A"/>
    <w:rsid w:val="00886652"/>
    <w:rsid w:val="00886C3D"/>
    <w:rsid w:val="00887393"/>
    <w:rsid w:val="00887600"/>
    <w:rsid w:val="008879F6"/>
    <w:rsid w:val="00890F78"/>
    <w:rsid w:val="00897AAB"/>
    <w:rsid w:val="00897BAF"/>
    <w:rsid w:val="008A1859"/>
    <w:rsid w:val="008A1F1D"/>
    <w:rsid w:val="008A2568"/>
    <w:rsid w:val="008A3E1D"/>
    <w:rsid w:val="008B0747"/>
    <w:rsid w:val="008C05BF"/>
    <w:rsid w:val="008C6F08"/>
    <w:rsid w:val="008D023F"/>
    <w:rsid w:val="008D1999"/>
    <w:rsid w:val="008D293E"/>
    <w:rsid w:val="008D2E09"/>
    <w:rsid w:val="008D3154"/>
    <w:rsid w:val="008D3BA3"/>
    <w:rsid w:val="008D662A"/>
    <w:rsid w:val="008E0069"/>
    <w:rsid w:val="008E02CE"/>
    <w:rsid w:val="008E0B55"/>
    <w:rsid w:val="008F0355"/>
    <w:rsid w:val="008F1372"/>
    <w:rsid w:val="008F1994"/>
    <w:rsid w:val="008F3848"/>
    <w:rsid w:val="008F5BD5"/>
    <w:rsid w:val="008F60F2"/>
    <w:rsid w:val="008F752C"/>
    <w:rsid w:val="00900174"/>
    <w:rsid w:val="009013C4"/>
    <w:rsid w:val="009026DE"/>
    <w:rsid w:val="009037B4"/>
    <w:rsid w:val="00905BD4"/>
    <w:rsid w:val="0090645B"/>
    <w:rsid w:val="009104D7"/>
    <w:rsid w:val="00911035"/>
    <w:rsid w:val="009113C9"/>
    <w:rsid w:val="00911BAE"/>
    <w:rsid w:val="00911E8C"/>
    <w:rsid w:val="00913D6D"/>
    <w:rsid w:val="00913F63"/>
    <w:rsid w:val="00915094"/>
    <w:rsid w:val="009156FA"/>
    <w:rsid w:val="0091584A"/>
    <w:rsid w:val="009160DA"/>
    <w:rsid w:val="00921A1D"/>
    <w:rsid w:val="009250F1"/>
    <w:rsid w:val="00925D0A"/>
    <w:rsid w:val="00925D3E"/>
    <w:rsid w:val="00925EC1"/>
    <w:rsid w:val="00927E28"/>
    <w:rsid w:val="00930DF3"/>
    <w:rsid w:val="0093129F"/>
    <w:rsid w:val="009333F8"/>
    <w:rsid w:val="009337F2"/>
    <w:rsid w:val="0093521C"/>
    <w:rsid w:val="00935BC3"/>
    <w:rsid w:val="00940593"/>
    <w:rsid w:val="0094104D"/>
    <w:rsid w:val="00941D87"/>
    <w:rsid w:val="009428A7"/>
    <w:rsid w:val="00944810"/>
    <w:rsid w:val="00944829"/>
    <w:rsid w:val="00945DEA"/>
    <w:rsid w:val="00952EFA"/>
    <w:rsid w:val="009544FB"/>
    <w:rsid w:val="00955585"/>
    <w:rsid w:val="00956625"/>
    <w:rsid w:val="009625C1"/>
    <w:rsid w:val="0096333E"/>
    <w:rsid w:val="009634DE"/>
    <w:rsid w:val="00963C9F"/>
    <w:rsid w:val="009657E9"/>
    <w:rsid w:val="0096608A"/>
    <w:rsid w:val="0096700E"/>
    <w:rsid w:val="00973AD1"/>
    <w:rsid w:val="00974537"/>
    <w:rsid w:val="00975773"/>
    <w:rsid w:val="0097669A"/>
    <w:rsid w:val="00976A74"/>
    <w:rsid w:val="00976FCD"/>
    <w:rsid w:val="00977C88"/>
    <w:rsid w:val="00980F32"/>
    <w:rsid w:val="009840CF"/>
    <w:rsid w:val="00985E54"/>
    <w:rsid w:val="0098671B"/>
    <w:rsid w:val="009872FF"/>
    <w:rsid w:val="00990D9C"/>
    <w:rsid w:val="00991751"/>
    <w:rsid w:val="00994076"/>
    <w:rsid w:val="00996067"/>
    <w:rsid w:val="009A1D33"/>
    <w:rsid w:val="009A6D90"/>
    <w:rsid w:val="009B20F7"/>
    <w:rsid w:val="009B307B"/>
    <w:rsid w:val="009B42DC"/>
    <w:rsid w:val="009B4336"/>
    <w:rsid w:val="009B60D0"/>
    <w:rsid w:val="009B66B6"/>
    <w:rsid w:val="009B67A5"/>
    <w:rsid w:val="009C2D61"/>
    <w:rsid w:val="009C6CBA"/>
    <w:rsid w:val="009C7049"/>
    <w:rsid w:val="009D00BB"/>
    <w:rsid w:val="009D4930"/>
    <w:rsid w:val="009E4B7C"/>
    <w:rsid w:val="009E5033"/>
    <w:rsid w:val="009F0573"/>
    <w:rsid w:val="009F0ABF"/>
    <w:rsid w:val="009F18A1"/>
    <w:rsid w:val="009F1C90"/>
    <w:rsid w:val="009F2C09"/>
    <w:rsid w:val="009F7C81"/>
    <w:rsid w:val="00A008B0"/>
    <w:rsid w:val="00A00E2D"/>
    <w:rsid w:val="00A0329C"/>
    <w:rsid w:val="00A04673"/>
    <w:rsid w:val="00A046E7"/>
    <w:rsid w:val="00A07A02"/>
    <w:rsid w:val="00A12AD0"/>
    <w:rsid w:val="00A134E5"/>
    <w:rsid w:val="00A13819"/>
    <w:rsid w:val="00A1433F"/>
    <w:rsid w:val="00A15538"/>
    <w:rsid w:val="00A178C4"/>
    <w:rsid w:val="00A2106B"/>
    <w:rsid w:val="00A23002"/>
    <w:rsid w:val="00A24B3E"/>
    <w:rsid w:val="00A254A4"/>
    <w:rsid w:val="00A3501A"/>
    <w:rsid w:val="00A35DDD"/>
    <w:rsid w:val="00A36291"/>
    <w:rsid w:val="00A420A8"/>
    <w:rsid w:val="00A43EA8"/>
    <w:rsid w:val="00A4437A"/>
    <w:rsid w:val="00A44CE3"/>
    <w:rsid w:val="00A47F1F"/>
    <w:rsid w:val="00A513E3"/>
    <w:rsid w:val="00A52040"/>
    <w:rsid w:val="00A520AC"/>
    <w:rsid w:val="00A52E6F"/>
    <w:rsid w:val="00A546FD"/>
    <w:rsid w:val="00A560C4"/>
    <w:rsid w:val="00A57B19"/>
    <w:rsid w:val="00A60E4A"/>
    <w:rsid w:val="00A61097"/>
    <w:rsid w:val="00A61785"/>
    <w:rsid w:val="00A61AF5"/>
    <w:rsid w:val="00A629B9"/>
    <w:rsid w:val="00A6408E"/>
    <w:rsid w:val="00A643D2"/>
    <w:rsid w:val="00A644D7"/>
    <w:rsid w:val="00A66D01"/>
    <w:rsid w:val="00A70C9A"/>
    <w:rsid w:val="00A713B5"/>
    <w:rsid w:val="00A7477E"/>
    <w:rsid w:val="00A74EA7"/>
    <w:rsid w:val="00A75AF1"/>
    <w:rsid w:val="00A80E8C"/>
    <w:rsid w:val="00A83000"/>
    <w:rsid w:val="00A8605C"/>
    <w:rsid w:val="00A952E4"/>
    <w:rsid w:val="00AA0349"/>
    <w:rsid w:val="00AA1118"/>
    <w:rsid w:val="00AA2290"/>
    <w:rsid w:val="00AA4313"/>
    <w:rsid w:val="00AA5062"/>
    <w:rsid w:val="00AA7DC4"/>
    <w:rsid w:val="00AB0ED0"/>
    <w:rsid w:val="00AB2A33"/>
    <w:rsid w:val="00AB53F3"/>
    <w:rsid w:val="00AB7EB7"/>
    <w:rsid w:val="00AC1318"/>
    <w:rsid w:val="00AC54D0"/>
    <w:rsid w:val="00AC7DBA"/>
    <w:rsid w:val="00AD2308"/>
    <w:rsid w:val="00AD3010"/>
    <w:rsid w:val="00AD38DD"/>
    <w:rsid w:val="00AD3AFA"/>
    <w:rsid w:val="00AD4009"/>
    <w:rsid w:val="00AD4A0D"/>
    <w:rsid w:val="00AD7792"/>
    <w:rsid w:val="00AE3808"/>
    <w:rsid w:val="00AE47DF"/>
    <w:rsid w:val="00AE5A09"/>
    <w:rsid w:val="00AE62FC"/>
    <w:rsid w:val="00AE7C6B"/>
    <w:rsid w:val="00AF291B"/>
    <w:rsid w:val="00AF32EA"/>
    <w:rsid w:val="00AF34BB"/>
    <w:rsid w:val="00AF5F34"/>
    <w:rsid w:val="00B01F64"/>
    <w:rsid w:val="00B05576"/>
    <w:rsid w:val="00B079BA"/>
    <w:rsid w:val="00B10B7C"/>
    <w:rsid w:val="00B10C02"/>
    <w:rsid w:val="00B110BF"/>
    <w:rsid w:val="00B12FE7"/>
    <w:rsid w:val="00B13367"/>
    <w:rsid w:val="00B1744A"/>
    <w:rsid w:val="00B17C91"/>
    <w:rsid w:val="00B22881"/>
    <w:rsid w:val="00B26254"/>
    <w:rsid w:val="00B2634B"/>
    <w:rsid w:val="00B30A66"/>
    <w:rsid w:val="00B30E49"/>
    <w:rsid w:val="00B34653"/>
    <w:rsid w:val="00B34CBB"/>
    <w:rsid w:val="00B41D4C"/>
    <w:rsid w:val="00B4361F"/>
    <w:rsid w:val="00B453BD"/>
    <w:rsid w:val="00B45606"/>
    <w:rsid w:val="00B45D78"/>
    <w:rsid w:val="00B50484"/>
    <w:rsid w:val="00B5637D"/>
    <w:rsid w:val="00B57789"/>
    <w:rsid w:val="00B632EA"/>
    <w:rsid w:val="00B6412F"/>
    <w:rsid w:val="00B64635"/>
    <w:rsid w:val="00B65BB4"/>
    <w:rsid w:val="00B65DF2"/>
    <w:rsid w:val="00B70590"/>
    <w:rsid w:val="00B70B58"/>
    <w:rsid w:val="00B729BC"/>
    <w:rsid w:val="00B75531"/>
    <w:rsid w:val="00B75B17"/>
    <w:rsid w:val="00B80B16"/>
    <w:rsid w:val="00B80FA3"/>
    <w:rsid w:val="00B842CD"/>
    <w:rsid w:val="00B85343"/>
    <w:rsid w:val="00B90069"/>
    <w:rsid w:val="00B90E08"/>
    <w:rsid w:val="00B942AB"/>
    <w:rsid w:val="00B955DA"/>
    <w:rsid w:val="00B9569A"/>
    <w:rsid w:val="00B95E7A"/>
    <w:rsid w:val="00B963D5"/>
    <w:rsid w:val="00B97EFC"/>
    <w:rsid w:val="00BA52F8"/>
    <w:rsid w:val="00BA54D0"/>
    <w:rsid w:val="00BA5B0C"/>
    <w:rsid w:val="00BA6D03"/>
    <w:rsid w:val="00BA7055"/>
    <w:rsid w:val="00BB06AB"/>
    <w:rsid w:val="00BB1D1B"/>
    <w:rsid w:val="00BB251B"/>
    <w:rsid w:val="00BB2923"/>
    <w:rsid w:val="00BB2B1C"/>
    <w:rsid w:val="00BB3EE1"/>
    <w:rsid w:val="00BB414D"/>
    <w:rsid w:val="00BB5ADC"/>
    <w:rsid w:val="00BB6265"/>
    <w:rsid w:val="00BB799D"/>
    <w:rsid w:val="00BB7E3A"/>
    <w:rsid w:val="00BC07E2"/>
    <w:rsid w:val="00BC100F"/>
    <w:rsid w:val="00BC440B"/>
    <w:rsid w:val="00BC51E2"/>
    <w:rsid w:val="00BC5CC9"/>
    <w:rsid w:val="00BC620D"/>
    <w:rsid w:val="00BC7482"/>
    <w:rsid w:val="00BD0B13"/>
    <w:rsid w:val="00BD1253"/>
    <w:rsid w:val="00BD1810"/>
    <w:rsid w:val="00BD556F"/>
    <w:rsid w:val="00BD6490"/>
    <w:rsid w:val="00BE1000"/>
    <w:rsid w:val="00BE1153"/>
    <w:rsid w:val="00BE2CFD"/>
    <w:rsid w:val="00BE2EB7"/>
    <w:rsid w:val="00BE33A1"/>
    <w:rsid w:val="00BE4AA7"/>
    <w:rsid w:val="00BE4F1D"/>
    <w:rsid w:val="00BE650B"/>
    <w:rsid w:val="00BF1925"/>
    <w:rsid w:val="00BF21D2"/>
    <w:rsid w:val="00BF26F6"/>
    <w:rsid w:val="00BF4F18"/>
    <w:rsid w:val="00BF5226"/>
    <w:rsid w:val="00BF56A2"/>
    <w:rsid w:val="00C000C8"/>
    <w:rsid w:val="00C00D81"/>
    <w:rsid w:val="00C02E39"/>
    <w:rsid w:val="00C0393F"/>
    <w:rsid w:val="00C071FC"/>
    <w:rsid w:val="00C11B63"/>
    <w:rsid w:val="00C1374E"/>
    <w:rsid w:val="00C14405"/>
    <w:rsid w:val="00C1541B"/>
    <w:rsid w:val="00C23248"/>
    <w:rsid w:val="00C24E8A"/>
    <w:rsid w:val="00C252C3"/>
    <w:rsid w:val="00C2560B"/>
    <w:rsid w:val="00C30D48"/>
    <w:rsid w:val="00C345C6"/>
    <w:rsid w:val="00C356C7"/>
    <w:rsid w:val="00C36FEC"/>
    <w:rsid w:val="00C41451"/>
    <w:rsid w:val="00C426CA"/>
    <w:rsid w:val="00C44995"/>
    <w:rsid w:val="00C44C80"/>
    <w:rsid w:val="00C45059"/>
    <w:rsid w:val="00C45582"/>
    <w:rsid w:val="00C470DC"/>
    <w:rsid w:val="00C47EE6"/>
    <w:rsid w:val="00C51501"/>
    <w:rsid w:val="00C52E43"/>
    <w:rsid w:val="00C53279"/>
    <w:rsid w:val="00C53951"/>
    <w:rsid w:val="00C54535"/>
    <w:rsid w:val="00C57A50"/>
    <w:rsid w:val="00C60F97"/>
    <w:rsid w:val="00C619E6"/>
    <w:rsid w:val="00C665A7"/>
    <w:rsid w:val="00C70563"/>
    <w:rsid w:val="00C7239A"/>
    <w:rsid w:val="00C74176"/>
    <w:rsid w:val="00C775B7"/>
    <w:rsid w:val="00C80EB5"/>
    <w:rsid w:val="00C823D3"/>
    <w:rsid w:val="00C84076"/>
    <w:rsid w:val="00C84EA7"/>
    <w:rsid w:val="00C8646E"/>
    <w:rsid w:val="00C867F7"/>
    <w:rsid w:val="00C8694F"/>
    <w:rsid w:val="00C91DE0"/>
    <w:rsid w:val="00C92CFE"/>
    <w:rsid w:val="00C974FF"/>
    <w:rsid w:val="00CA16CA"/>
    <w:rsid w:val="00CA1FE4"/>
    <w:rsid w:val="00CB19E7"/>
    <w:rsid w:val="00CB45CF"/>
    <w:rsid w:val="00CB4FB5"/>
    <w:rsid w:val="00CB5045"/>
    <w:rsid w:val="00CB5FAA"/>
    <w:rsid w:val="00CC2018"/>
    <w:rsid w:val="00CC3436"/>
    <w:rsid w:val="00CC3C81"/>
    <w:rsid w:val="00CC4417"/>
    <w:rsid w:val="00CC4491"/>
    <w:rsid w:val="00CC5DAC"/>
    <w:rsid w:val="00CC74CB"/>
    <w:rsid w:val="00CD1BC5"/>
    <w:rsid w:val="00CD2DDC"/>
    <w:rsid w:val="00CD2F9D"/>
    <w:rsid w:val="00CD3DB6"/>
    <w:rsid w:val="00CE0810"/>
    <w:rsid w:val="00CE24B8"/>
    <w:rsid w:val="00CE54CA"/>
    <w:rsid w:val="00CE7CAE"/>
    <w:rsid w:val="00CF038F"/>
    <w:rsid w:val="00CF2485"/>
    <w:rsid w:val="00CF4678"/>
    <w:rsid w:val="00CF6FC3"/>
    <w:rsid w:val="00CF7C22"/>
    <w:rsid w:val="00D00464"/>
    <w:rsid w:val="00D009C0"/>
    <w:rsid w:val="00D02C06"/>
    <w:rsid w:val="00D037E0"/>
    <w:rsid w:val="00D06F0E"/>
    <w:rsid w:val="00D107BD"/>
    <w:rsid w:val="00D108DA"/>
    <w:rsid w:val="00D13856"/>
    <w:rsid w:val="00D16930"/>
    <w:rsid w:val="00D16FE2"/>
    <w:rsid w:val="00D212F0"/>
    <w:rsid w:val="00D2321C"/>
    <w:rsid w:val="00D26612"/>
    <w:rsid w:val="00D26FBB"/>
    <w:rsid w:val="00D30EEB"/>
    <w:rsid w:val="00D31F50"/>
    <w:rsid w:val="00D32A75"/>
    <w:rsid w:val="00D35D37"/>
    <w:rsid w:val="00D368AF"/>
    <w:rsid w:val="00D44082"/>
    <w:rsid w:val="00D54AA4"/>
    <w:rsid w:val="00D60AAB"/>
    <w:rsid w:val="00D617FB"/>
    <w:rsid w:val="00D621B6"/>
    <w:rsid w:val="00D62BC7"/>
    <w:rsid w:val="00D646CB"/>
    <w:rsid w:val="00D72C4E"/>
    <w:rsid w:val="00D77A16"/>
    <w:rsid w:val="00D81A52"/>
    <w:rsid w:val="00D84B14"/>
    <w:rsid w:val="00D85498"/>
    <w:rsid w:val="00D856FF"/>
    <w:rsid w:val="00D86C48"/>
    <w:rsid w:val="00D879EE"/>
    <w:rsid w:val="00D90B61"/>
    <w:rsid w:val="00D91A0D"/>
    <w:rsid w:val="00D91B20"/>
    <w:rsid w:val="00D92DF5"/>
    <w:rsid w:val="00D97903"/>
    <w:rsid w:val="00DA6C77"/>
    <w:rsid w:val="00DA7163"/>
    <w:rsid w:val="00DB1259"/>
    <w:rsid w:val="00DB2358"/>
    <w:rsid w:val="00DB3BAF"/>
    <w:rsid w:val="00DB3D73"/>
    <w:rsid w:val="00DB46B9"/>
    <w:rsid w:val="00DB4F12"/>
    <w:rsid w:val="00DB518A"/>
    <w:rsid w:val="00DB67C3"/>
    <w:rsid w:val="00DB6CBF"/>
    <w:rsid w:val="00DC0629"/>
    <w:rsid w:val="00DC075E"/>
    <w:rsid w:val="00DC2545"/>
    <w:rsid w:val="00DC388D"/>
    <w:rsid w:val="00DC4B04"/>
    <w:rsid w:val="00DC4DD5"/>
    <w:rsid w:val="00DC6F24"/>
    <w:rsid w:val="00DC733B"/>
    <w:rsid w:val="00DD00F3"/>
    <w:rsid w:val="00DD321D"/>
    <w:rsid w:val="00DD4347"/>
    <w:rsid w:val="00DD48B3"/>
    <w:rsid w:val="00DD578E"/>
    <w:rsid w:val="00DD5F7C"/>
    <w:rsid w:val="00DD696B"/>
    <w:rsid w:val="00DD7100"/>
    <w:rsid w:val="00DE357D"/>
    <w:rsid w:val="00DF048D"/>
    <w:rsid w:val="00DF2B78"/>
    <w:rsid w:val="00DF661F"/>
    <w:rsid w:val="00DF6ADC"/>
    <w:rsid w:val="00DF7718"/>
    <w:rsid w:val="00E0576F"/>
    <w:rsid w:val="00E07FD0"/>
    <w:rsid w:val="00E1507F"/>
    <w:rsid w:val="00E1777F"/>
    <w:rsid w:val="00E25787"/>
    <w:rsid w:val="00E26174"/>
    <w:rsid w:val="00E30302"/>
    <w:rsid w:val="00E30F36"/>
    <w:rsid w:val="00E319B3"/>
    <w:rsid w:val="00E31B70"/>
    <w:rsid w:val="00E35688"/>
    <w:rsid w:val="00E4697D"/>
    <w:rsid w:val="00E515C9"/>
    <w:rsid w:val="00E55838"/>
    <w:rsid w:val="00E56BC5"/>
    <w:rsid w:val="00E575A7"/>
    <w:rsid w:val="00E60178"/>
    <w:rsid w:val="00E605F2"/>
    <w:rsid w:val="00E62529"/>
    <w:rsid w:val="00E63BD5"/>
    <w:rsid w:val="00E63BDB"/>
    <w:rsid w:val="00E64251"/>
    <w:rsid w:val="00E647F1"/>
    <w:rsid w:val="00E657A1"/>
    <w:rsid w:val="00E73D8C"/>
    <w:rsid w:val="00E75203"/>
    <w:rsid w:val="00E770D3"/>
    <w:rsid w:val="00E90415"/>
    <w:rsid w:val="00E9185A"/>
    <w:rsid w:val="00E9300B"/>
    <w:rsid w:val="00E93241"/>
    <w:rsid w:val="00E972AD"/>
    <w:rsid w:val="00E9798D"/>
    <w:rsid w:val="00EA06A5"/>
    <w:rsid w:val="00EA5E88"/>
    <w:rsid w:val="00EA7E52"/>
    <w:rsid w:val="00EA7FE3"/>
    <w:rsid w:val="00EB076A"/>
    <w:rsid w:val="00EB7820"/>
    <w:rsid w:val="00EC042F"/>
    <w:rsid w:val="00EC0F7B"/>
    <w:rsid w:val="00EC1521"/>
    <w:rsid w:val="00EC33C1"/>
    <w:rsid w:val="00EC3404"/>
    <w:rsid w:val="00EC4459"/>
    <w:rsid w:val="00EC4D47"/>
    <w:rsid w:val="00EC6C4C"/>
    <w:rsid w:val="00EC735A"/>
    <w:rsid w:val="00EC7DC2"/>
    <w:rsid w:val="00ED1933"/>
    <w:rsid w:val="00ED25BA"/>
    <w:rsid w:val="00ED46DB"/>
    <w:rsid w:val="00ED78A4"/>
    <w:rsid w:val="00EE0F4E"/>
    <w:rsid w:val="00EE5F35"/>
    <w:rsid w:val="00EF0F33"/>
    <w:rsid w:val="00EF2F2F"/>
    <w:rsid w:val="00EF74E6"/>
    <w:rsid w:val="00F00FFF"/>
    <w:rsid w:val="00F0140C"/>
    <w:rsid w:val="00F034BA"/>
    <w:rsid w:val="00F03BFA"/>
    <w:rsid w:val="00F03F9F"/>
    <w:rsid w:val="00F0441C"/>
    <w:rsid w:val="00F06816"/>
    <w:rsid w:val="00F07E59"/>
    <w:rsid w:val="00F10B5D"/>
    <w:rsid w:val="00F10FE9"/>
    <w:rsid w:val="00F13107"/>
    <w:rsid w:val="00F14DA2"/>
    <w:rsid w:val="00F16B13"/>
    <w:rsid w:val="00F1721C"/>
    <w:rsid w:val="00F213C0"/>
    <w:rsid w:val="00F21CD7"/>
    <w:rsid w:val="00F279DF"/>
    <w:rsid w:val="00F32293"/>
    <w:rsid w:val="00F33881"/>
    <w:rsid w:val="00F338C9"/>
    <w:rsid w:val="00F3685E"/>
    <w:rsid w:val="00F37A7B"/>
    <w:rsid w:val="00F44E8D"/>
    <w:rsid w:val="00F4562D"/>
    <w:rsid w:val="00F45F91"/>
    <w:rsid w:val="00F465E9"/>
    <w:rsid w:val="00F50157"/>
    <w:rsid w:val="00F50FBA"/>
    <w:rsid w:val="00F513CD"/>
    <w:rsid w:val="00F52DB7"/>
    <w:rsid w:val="00F5498C"/>
    <w:rsid w:val="00F556EA"/>
    <w:rsid w:val="00F61EF0"/>
    <w:rsid w:val="00F62A8F"/>
    <w:rsid w:val="00F6323F"/>
    <w:rsid w:val="00F64701"/>
    <w:rsid w:val="00F64A72"/>
    <w:rsid w:val="00F65332"/>
    <w:rsid w:val="00F73876"/>
    <w:rsid w:val="00F74576"/>
    <w:rsid w:val="00F77032"/>
    <w:rsid w:val="00F82694"/>
    <w:rsid w:val="00F90595"/>
    <w:rsid w:val="00F917DB"/>
    <w:rsid w:val="00F94108"/>
    <w:rsid w:val="00FA0899"/>
    <w:rsid w:val="00FA0FD5"/>
    <w:rsid w:val="00FA257C"/>
    <w:rsid w:val="00FA367E"/>
    <w:rsid w:val="00FA5947"/>
    <w:rsid w:val="00FA5F73"/>
    <w:rsid w:val="00FA70B9"/>
    <w:rsid w:val="00FB168F"/>
    <w:rsid w:val="00FB2564"/>
    <w:rsid w:val="00FB5564"/>
    <w:rsid w:val="00FB5E70"/>
    <w:rsid w:val="00FB631C"/>
    <w:rsid w:val="00FC0C16"/>
    <w:rsid w:val="00FC24A2"/>
    <w:rsid w:val="00FC33D0"/>
    <w:rsid w:val="00FC61EF"/>
    <w:rsid w:val="00FC6374"/>
    <w:rsid w:val="00FC7813"/>
    <w:rsid w:val="00FD0846"/>
    <w:rsid w:val="00FD5032"/>
    <w:rsid w:val="00FD5B8F"/>
    <w:rsid w:val="00FE1587"/>
    <w:rsid w:val="00FE4F5F"/>
    <w:rsid w:val="00FE5A7A"/>
    <w:rsid w:val="00FE5D91"/>
    <w:rsid w:val="00FE66B5"/>
    <w:rsid w:val="00FE68D7"/>
    <w:rsid w:val="00FE6DFF"/>
    <w:rsid w:val="00FF26FE"/>
    <w:rsid w:val="5FC9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65</Words>
  <Characters>375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2018-12-26T07:53:00Z</dcterms:created>
  <dc:creator>Administrator</dc:creator>
  <cp:lastModifiedBy>Administrator</cp:lastModifiedBy>
  <dcterms:modified xsi:type="dcterms:W3CDTF">2022-06-28T09:55:58Z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